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741D9-4514-4776-BF00-E82E3761E37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